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4EEC" w:rsidRPr="00C017A5" w:rsidRDefault="00EF4EEC" w:rsidP="0021114A">
      <w:pPr>
        <w:jc w:val="center"/>
        <w:rPr>
          <w:b/>
          <w:bCs/>
          <w:sz w:val="28"/>
          <w:szCs w:val="28"/>
        </w:rPr>
      </w:pPr>
      <w:r w:rsidRPr="00C017A5">
        <w:rPr>
          <w:b/>
          <w:bCs/>
          <w:sz w:val="28"/>
          <w:szCs w:val="28"/>
        </w:rPr>
        <w:t>ОБЪЯВЛЕНИЕ</w:t>
      </w:r>
    </w:p>
    <w:p w:rsidR="00EF4EEC" w:rsidRDefault="00EF4EEC" w:rsidP="0021114A">
      <w:pPr>
        <w:jc w:val="center"/>
        <w:rPr>
          <w:b/>
          <w:bCs/>
          <w:sz w:val="28"/>
          <w:szCs w:val="28"/>
        </w:rPr>
      </w:pPr>
      <w:r w:rsidRPr="00C017A5">
        <w:rPr>
          <w:b/>
          <w:bCs/>
          <w:sz w:val="28"/>
          <w:szCs w:val="28"/>
        </w:rPr>
        <w:t xml:space="preserve">о проведении конкурса на замещение вакантной должности </w:t>
      </w:r>
    </w:p>
    <w:p w:rsidR="00EF4EEC" w:rsidRDefault="00EF4EEC" w:rsidP="0021114A">
      <w:pPr>
        <w:jc w:val="center"/>
        <w:rPr>
          <w:b/>
          <w:bCs/>
          <w:sz w:val="28"/>
          <w:szCs w:val="28"/>
        </w:rPr>
      </w:pPr>
      <w:r w:rsidRPr="00C017A5">
        <w:rPr>
          <w:b/>
          <w:bCs/>
          <w:sz w:val="28"/>
          <w:szCs w:val="28"/>
        </w:rPr>
        <w:t>нотариуса,</w:t>
      </w:r>
      <w:r>
        <w:rPr>
          <w:b/>
          <w:bCs/>
          <w:sz w:val="28"/>
          <w:szCs w:val="28"/>
        </w:rPr>
        <w:t xml:space="preserve"> </w:t>
      </w:r>
      <w:r w:rsidRPr="00C017A5">
        <w:rPr>
          <w:b/>
          <w:bCs/>
          <w:sz w:val="28"/>
          <w:szCs w:val="28"/>
        </w:rPr>
        <w:t>занимающ</w:t>
      </w:r>
      <w:r>
        <w:rPr>
          <w:b/>
          <w:bCs/>
          <w:sz w:val="28"/>
          <w:szCs w:val="28"/>
        </w:rPr>
        <w:t xml:space="preserve">егося частной практикой в </w:t>
      </w:r>
    </w:p>
    <w:p w:rsidR="00EF4EEC" w:rsidRPr="00C017A5" w:rsidRDefault="00EF4EEC" w:rsidP="0021114A">
      <w:pPr>
        <w:jc w:val="center"/>
        <w:rPr>
          <w:b/>
          <w:bCs/>
          <w:sz w:val="28"/>
          <w:szCs w:val="28"/>
        </w:rPr>
      </w:pPr>
      <w:r>
        <w:rPr>
          <w:b/>
          <w:bCs/>
          <w:sz w:val="28"/>
          <w:szCs w:val="28"/>
        </w:rPr>
        <w:t>Киселевском</w:t>
      </w:r>
      <w:r w:rsidRPr="00C017A5">
        <w:rPr>
          <w:b/>
          <w:bCs/>
          <w:sz w:val="28"/>
          <w:szCs w:val="28"/>
        </w:rPr>
        <w:t xml:space="preserve"> нотариальном округе</w:t>
      </w:r>
      <w:r>
        <w:rPr>
          <w:b/>
          <w:bCs/>
          <w:sz w:val="28"/>
          <w:szCs w:val="28"/>
        </w:rPr>
        <w:t xml:space="preserve"> </w:t>
      </w:r>
      <w:r w:rsidRPr="00C017A5">
        <w:rPr>
          <w:b/>
          <w:bCs/>
          <w:sz w:val="28"/>
          <w:szCs w:val="28"/>
        </w:rPr>
        <w:t>Кемеровской области</w:t>
      </w:r>
    </w:p>
    <w:p w:rsidR="00EF4EEC" w:rsidRPr="00650F45" w:rsidRDefault="00EF4EEC" w:rsidP="0021114A">
      <w:pPr>
        <w:jc w:val="both"/>
        <w:rPr>
          <w:sz w:val="28"/>
          <w:szCs w:val="28"/>
        </w:rPr>
      </w:pPr>
    </w:p>
    <w:p w:rsidR="00EF4EEC" w:rsidRDefault="00EF4EEC" w:rsidP="0021114A">
      <w:pPr>
        <w:ind w:firstLine="709"/>
        <w:jc w:val="both"/>
        <w:rPr>
          <w:sz w:val="28"/>
          <w:szCs w:val="28"/>
        </w:rPr>
      </w:pPr>
      <w:r>
        <w:rPr>
          <w:sz w:val="28"/>
          <w:szCs w:val="28"/>
        </w:rPr>
        <w:t xml:space="preserve">В связи с прекращением полномочий нотариуса, занимавшегося частной практикой в Киселевском нотариальном округе Кемеровской области и открытием вакантной должности нотариуса, занимающегося частной практикой в Киселевском нотариальном округе Кемеровской области, распоряжением Управления Министерства юстиции Российской Федерации по Кемеровской области – Кузбассу, в соответствии с пунктом 12 Порядка проведения конкурса на замещение вакантной должности нотариуса, утверждённого приказом Министерства юстиции Российской Федерации от 30.03.2018 № 63, объявлен </w:t>
      </w:r>
      <w:r w:rsidRPr="00870FC0">
        <w:rPr>
          <w:b/>
          <w:bCs/>
          <w:sz w:val="28"/>
          <w:szCs w:val="28"/>
        </w:rPr>
        <w:t xml:space="preserve">конкурс на замещение одной вакантной должности нотариуса, занимающегося частной практикой </w:t>
      </w:r>
      <w:r>
        <w:rPr>
          <w:b/>
          <w:bCs/>
          <w:sz w:val="28"/>
          <w:szCs w:val="28"/>
        </w:rPr>
        <w:t>в</w:t>
      </w:r>
      <w:r w:rsidRPr="00870FC0">
        <w:rPr>
          <w:b/>
          <w:bCs/>
          <w:sz w:val="28"/>
          <w:szCs w:val="28"/>
        </w:rPr>
        <w:t xml:space="preserve"> </w:t>
      </w:r>
      <w:r>
        <w:rPr>
          <w:b/>
          <w:bCs/>
          <w:sz w:val="28"/>
          <w:szCs w:val="28"/>
        </w:rPr>
        <w:t>Киселевском</w:t>
      </w:r>
      <w:r w:rsidRPr="00870FC0">
        <w:rPr>
          <w:b/>
          <w:bCs/>
          <w:sz w:val="28"/>
          <w:szCs w:val="28"/>
        </w:rPr>
        <w:t xml:space="preserve"> нотариально</w:t>
      </w:r>
      <w:r>
        <w:rPr>
          <w:b/>
          <w:bCs/>
          <w:sz w:val="28"/>
          <w:szCs w:val="28"/>
        </w:rPr>
        <w:t>м</w:t>
      </w:r>
      <w:r w:rsidRPr="00870FC0">
        <w:rPr>
          <w:b/>
          <w:bCs/>
          <w:sz w:val="28"/>
          <w:szCs w:val="28"/>
        </w:rPr>
        <w:t xml:space="preserve"> округ</w:t>
      </w:r>
      <w:r>
        <w:rPr>
          <w:b/>
          <w:bCs/>
          <w:sz w:val="28"/>
          <w:szCs w:val="28"/>
        </w:rPr>
        <w:t>е</w:t>
      </w:r>
      <w:r w:rsidRPr="00870FC0">
        <w:rPr>
          <w:b/>
          <w:bCs/>
          <w:sz w:val="28"/>
          <w:szCs w:val="28"/>
        </w:rPr>
        <w:t xml:space="preserve"> Кемеровской области</w:t>
      </w:r>
      <w:r>
        <w:rPr>
          <w:sz w:val="28"/>
          <w:szCs w:val="28"/>
        </w:rPr>
        <w:t>.</w:t>
      </w:r>
    </w:p>
    <w:p w:rsidR="00EF4EEC" w:rsidRDefault="00EF4EEC" w:rsidP="0021114A">
      <w:pPr>
        <w:ind w:firstLine="709"/>
        <w:jc w:val="both"/>
        <w:rPr>
          <w:sz w:val="28"/>
          <w:szCs w:val="28"/>
        </w:rPr>
      </w:pPr>
      <w:r>
        <w:rPr>
          <w:sz w:val="28"/>
          <w:szCs w:val="28"/>
        </w:rPr>
        <w:t xml:space="preserve">Начало проведения конкурса - </w:t>
      </w:r>
      <w:r>
        <w:rPr>
          <w:b/>
          <w:bCs/>
          <w:sz w:val="28"/>
          <w:szCs w:val="28"/>
        </w:rPr>
        <w:t>06 апреля 2021</w:t>
      </w:r>
      <w:r w:rsidRPr="009B46C5">
        <w:rPr>
          <w:b/>
          <w:bCs/>
          <w:sz w:val="28"/>
          <w:szCs w:val="28"/>
        </w:rPr>
        <w:t xml:space="preserve"> года</w:t>
      </w:r>
      <w:r>
        <w:rPr>
          <w:b/>
          <w:bCs/>
          <w:sz w:val="28"/>
          <w:szCs w:val="28"/>
        </w:rPr>
        <w:t xml:space="preserve"> </w:t>
      </w:r>
      <w:r>
        <w:rPr>
          <w:sz w:val="28"/>
          <w:szCs w:val="28"/>
        </w:rPr>
        <w:t xml:space="preserve">с </w:t>
      </w:r>
      <w:r w:rsidRPr="00697094">
        <w:rPr>
          <w:b/>
          <w:bCs/>
          <w:sz w:val="28"/>
          <w:szCs w:val="28"/>
        </w:rPr>
        <w:t>1</w:t>
      </w:r>
      <w:r>
        <w:rPr>
          <w:b/>
          <w:bCs/>
          <w:sz w:val="28"/>
          <w:szCs w:val="28"/>
        </w:rPr>
        <w:t>0</w:t>
      </w:r>
      <w:r w:rsidRPr="00697094">
        <w:rPr>
          <w:b/>
          <w:bCs/>
          <w:sz w:val="28"/>
          <w:szCs w:val="28"/>
        </w:rPr>
        <w:t>.00</w:t>
      </w:r>
      <w:r>
        <w:rPr>
          <w:sz w:val="28"/>
          <w:szCs w:val="28"/>
        </w:rPr>
        <w:t xml:space="preserve"> часов по местному времени в помещении ФГБОУ ВО Кемеровского государственного университета по адресу</w:t>
      </w:r>
      <w:r w:rsidRPr="004866BE">
        <w:rPr>
          <w:sz w:val="28"/>
          <w:szCs w:val="28"/>
        </w:rPr>
        <w:t>:</w:t>
      </w:r>
      <w:r>
        <w:rPr>
          <w:sz w:val="28"/>
          <w:szCs w:val="28"/>
        </w:rPr>
        <w:t xml:space="preserve"> </w:t>
      </w:r>
      <w:r w:rsidRPr="004866BE">
        <w:rPr>
          <w:sz w:val="28"/>
          <w:szCs w:val="28"/>
        </w:rPr>
        <w:t>г.</w:t>
      </w:r>
      <w:r>
        <w:rPr>
          <w:sz w:val="28"/>
          <w:szCs w:val="28"/>
        </w:rPr>
        <w:t xml:space="preserve"> </w:t>
      </w:r>
      <w:r w:rsidRPr="004866BE">
        <w:rPr>
          <w:sz w:val="28"/>
          <w:szCs w:val="28"/>
        </w:rPr>
        <w:t xml:space="preserve">Кемерово, </w:t>
      </w:r>
      <w:r>
        <w:rPr>
          <w:sz w:val="28"/>
          <w:szCs w:val="28"/>
        </w:rPr>
        <w:t>б-р. Строителей,    д. 47, аудитория 102.</w:t>
      </w:r>
    </w:p>
    <w:p w:rsidR="00EF4EEC" w:rsidRDefault="00EF4EEC" w:rsidP="0021114A">
      <w:pPr>
        <w:ind w:firstLine="709"/>
        <w:jc w:val="both"/>
        <w:rPr>
          <w:sz w:val="28"/>
          <w:szCs w:val="28"/>
        </w:rPr>
      </w:pPr>
      <w:r>
        <w:rPr>
          <w:sz w:val="28"/>
          <w:szCs w:val="28"/>
        </w:rPr>
        <w:t>К участию в конкурсе допускаются граждане Российской Федерации, получившие высшее юридическое образование в имеющей государственную аккредитацию образовательной организации высшего образования, со стажем работы по юридической специальности не менее пяти лет, достигшие возраста двадцати пяти лет, но не старше семидесяти пяти лет, сдавшие квалификационный экзамен.</w:t>
      </w:r>
    </w:p>
    <w:p w:rsidR="00EF4EEC" w:rsidRDefault="00EF4EEC" w:rsidP="0021114A">
      <w:pPr>
        <w:ind w:firstLine="709"/>
        <w:jc w:val="both"/>
        <w:rPr>
          <w:sz w:val="28"/>
          <w:szCs w:val="28"/>
        </w:rPr>
      </w:pPr>
      <w:r>
        <w:rPr>
          <w:sz w:val="28"/>
          <w:szCs w:val="28"/>
        </w:rPr>
        <w:t>Не допускается к участию в конкурсе на замещение вакантной должности нотариуса лицо: имеющее гражданство (подданство) иностранного государства или иностранных государств, если иное не предусмотрено международным договором Российской Федерации; признанное недееспособным или ограниченное в дееспособности решением суда, вступившим в законную силу; состоящее на учете в наркологическом или психоневрологическом диспансере в связи с лечением от алкоголизма, наркомании, токсикомании, хронических и затяжных психических расстройств; осуждённое к наказанию, исключающему возможность исполнения обязанностей нотариуса, по вступившему в законную силу приговору суда, а также в случае наличия неснятой или непогашенной в установленном федеральным законом порядке судимости за умышленное преступление; представившее подложные документы или заведомо ложные сведения при назначении на должность нотариуса; ранее освобождённое от полномочий нотариуса на основании решения суда о лишении права нотариальной деятельности по основаниям, установленным Основами законодательства Российской Федерации о нотариате, в том числе в связи с неоднократным совершением дисциплинарных проступков или нарушением законодательства (за исключением случаев сложения нотариусом полномочий в связи с невозможностью исполнять профессиональные обязанности по состоянию здоровья).</w:t>
      </w:r>
    </w:p>
    <w:p w:rsidR="00EF4EEC" w:rsidRDefault="00EF4EEC" w:rsidP="0021114A">
      <w:pPr>
        <w:ind w:firstLine="709"/>
        <w:jc w:val="both"/>
        <w:rPr>
          <w:sz w:val="28"/>
          <w:szCs w:val="28"/>
        </w:rPr>
      </w:pPr>
      <w:r>
        <w:rPr>
          <w:sz w:val="28"/>
          <w:szCs w:val="28"/>
        </w:rPr>
        <w:t>Лица, сдавшие квалификационный экзамен, но не приступившие к работе в должности помощника нотариуса или к замещению временно отсутствующего нотариуса, или не назначенные на должность нотариуса в течение трёх лет с момента сдачи экзамена, либо имеющие перерыв свыше пяти лет в работе в должности нотариуса (после сложения полномочий), помощника нотариуса или в замещении временно отсутствующего нотариуса, допускаются к конкурсу на должность нотариуса только после повторной сдачи экзамена.</w:t>
      </w:r>
    </w:p>
    <w:p w:rsidR="00EF4EEC" w:rsidRDefault="00EF4EEC" w:rsidP="0021114A">
      <w:pPr>
        <w:ind w:firstLine="709"/>
        <w:jc w:val="both"/>
        <w:rPr>
          <w:rStyle w:val="Hyperlink"/>
          <w:sz w:val="28"/>
          <w:szCs w:val="28"/>
        </w:rPr>
      </w:pPr>
      <w:r>
        <w:rPr>
          <w:sz w:val="28"/>
          <w:szCs w:val="28"/>
        </w:rPr>
        <w:t>Документы у лиц, желающих участвовать в конкурсе принимаются   с 15 марта 2021 года по 26 марта 2021 года включительно в рабочее время:</w:t>
      </w:r>
      <w:r w:rsidRPr="00960627">
        <w:rPr>
          <w:sz w:val="28"/>
          <w:szCs w:val="28"/>
        </w:rPr>
        <w:t xml:space="preserve"> </w:t>
      </w:r>
      <w:r>
        <w:rPr>
          <w:sz w:val="28"/>
          <w:szCs w:val="28"/>
        </w:rPr>
        <w:t xml:space="preserve">с понедельника по четверг с 9-00 до 13-00, с 13-45 до 18-00, в пятницу        с 9-00 до 13-00, с 13-45 до 16-45, суббота, воскресенье – выходные дни, секретарём конкурсной комиссии Шелудько Анастасией Михайловной по адресу: Кемеровская область - Кузбасс, город Кемерово,                            ул. Н. Островского, дом 12, кабинет 104, электронная почта: </w:t>
      </w:r>
      <w:hyperlink r:id="rId4" w:history="1">
        <w:r w:rsidRPr="00225C6E">
          <w:rPr>
            <w:rStyle w:val="Hyperlink"/>
            <w:sz w:val="28"/>
            <w:szCs w:val="28"/>
            <w:lang w:val="en-US"/>
          </w:rPr>
          <w:t>ru</w:t>
        </w:r>
        <w:r w:rsidRPr="00225C6E">
          <w:rPr>
            <w:rStyle w:val="Hyperlink"/>
            <w:sz w:val="28"/>
            <w:szCs w:val="28"/>
          </w:rPr>
          <w:t>42@</w:t>
        </w:r>
        <w:r w:rsidRPr="00225C6E">
          <w:rPr>
            <w:rStyle w:val="Hyperlink"/>
            <w:sz w:val="28"/>
            <w:szCs w:val="28"/>
            <w:lang w:val="en-US"/>
          </w:rPr>
          <w:t>minjust</w:t>
        </w:r>
        <w:r w:rsidRPr="00225C6E">
          <w:rPr>
            <w:rStyle w:val="Hyperlink"/>
            <w:sz w:val="28"/>
            <w:szCs w:val="28"/>
          </w:rPr>
          <w:t>.</w:t>
        </w:r>
        <w:r w:rsidRPr="00225C6E">
          <w:rPr>
            <w:rStyle w:val="Hyperlink"/>
            <w:sz w:val="28"/>
            <w:szCs w:val="28"/>
            <w:lang w:val="en-US"/>
          </w:rPr>
          <w:t>gov</w:t>
        </w:r>
        <w:r w:rsidRPr="00225C6E">
          <w:rPr>
            <w:rStyle w:val="Hyperlink"/>
            <w:sz w:val="28"/>
            <w:szCs w:val="28"/>
          </w:rPr>
          <w:t>.</w:t>
        </w:r>
        <w:r w:rsidRPr="00225C6E">
          <w:rPr>
            <w:rStyle w:val="Hyperlink"/>
            <w:sz w:val="28"/>
            <w:szCs w:val="28"/>
            <w:lang w:val="en-US"/>
          </w:rPr>
          <w:t>ru</w:t>
        </w:r>
      </w:hyperlink>
      <w:r>
        <w:rPr>
          <w:rStyle w:val="Hyperlink"/>
          <w:sz w:val="28"/>
          <w:szCs w:val="28"/>
        </w:rPr>
        <w:t>.</w:t>
      </w:r>
    </w:p>
    <w:p w:rsidR="00EF4EEC" w:rsidRPr="005D136D" w:rsidRDefault="00EF4EEC" w:rsidP="0021114A">
      <w:pPr>
        <w:ind w:firstLine="709"/>
        <w:jc w:val="both"/>
        <w:rPr>
          <w:color w:val="000000"/>
          <w:sz w:val="28"/>
          <w:szCs w:val="28"/>
        </w:rPr>
      </w:pPr>
      <w:r>
        <w:rPr>
          <w:rStyle w:val="Hyperlink"/>
          <w:color w:val="000000"/>
          <w:sz w:val="28"/>
          <w:szCs w:val="28"/>
          <w:u w:val="none"/>
        </w:rPr>
        <w:t>В связи с</w:t>
      </w:r>
      <w:r w:rsidRPr="00A21A41">
        <w:rPr>
          <w:rStyle w:val="Hyperlink"/>
          <w:color w:val="000000"/>
          <w:sz w:val="28"/>
          <w:szCs w:val="28"/>
          <w:u w:val="none"/>
        </w:rPr>
        <w:t xml:space="preserve"> эпидемиологической ситуацией</w:t>
      </w:r>
      <w:r>
        <w:rPr>
          <w:rStyle w:val="Hyperlink"/>
          <w:color w:val="000000"/>
          <w:sz w:val="28"/>
          <w:szCs w:val="28"/>
          <w:u w:val="none"/>
        </w:rPr>
        <w:t xml:space="preserve"> и во избежание массового скопления людей,</w:t>
      </w:r>
      <w:r w:rsidRPr="00A21A41">
        <w:rPr>
          <w:rStyle w:val="Hyperlink"/>
          <w:color w:val="000000"/>
          <w:sz w:val="28"/>
          <w:szCs w:val="28"/>
          <w:u w:val="none"/>
        </w:rPr>
        <w:t xml:space="preserve"> посещение Управления Минюста России по Кемеровской области - Кузбассу осуществляется по предварительной за</w:t>
      </w:r>
      <w:r>
        <w:rPr>
          <w:rStyle w:val="Hyperlink"/>
          <w:color w:val="000000"/>
          <w:sz w:val="28"/>
          <w:szCs w:val="28"/>
          <w:u w:val="none"/>
        </w:rPr>
        <w:t>писи по телефону 8 (3842) 36-03-45, с соблюдением масочно-перчаточного режима.</w:t>
      </w:r>
    </w:p>
    <w:p w:rsidR="00EF4EEC" w:rsidRDefault="00EF4EEC" w:rsidP="0021114A">
      <w:pPr>
        <w:ind w:firstLine="709"/>
        <w:jc w:val="both"/>
        <w:rPr>
          <w:sz w:val="28"/>
          <w:szCs w:val="28"/>
        </w:rPr>
      </w:pPr>
      <w:r>
        <w:rPr>
          <w:sz w:val="28"/>
          <w:szCs w:val="28"/>
        </w:rPr>
        <w:t>По истечении данного срока документы на конкурс не принимаются. В случае поступления заявления и документов, после окончания срока приёма документов данные документы возвращаются заявителю.</w:t>
      </w:r>
    </w:p>
    <w:p w:rsidR="00EF4EEC" w:rsidRDefault="00EF4EEC" w:rsidP="0021114A">
      <w:pPr>
        <w:ind w:firstLine="709"/>
        <w:jc w:val="both"/>
        <w:rPr>
          <w:sz w:val="28"/>
          <w:szCs w:val="28"/>
        </w:rPr>
      </w:pPr>
      <w:r>
        <w:rPr>
          <w:sz w:val="28"/>
          <w:szCs w:val="28"/>
        </w:rPr>
        <w:t>Лицо, желающее участвовать в конкурсе, подаёт в Управление Министерства юстиции Российской Федерации по Кемеровской области – Кузбассу лично, по почте, по электронной почте или через представителя заявление, а также представляет:</w:t>
      </w:r>
    </w:p>
    <w:p w:rsidR="00EF4EEC" w:rsidRDefault="00EF4EEC" w:rsidP="0021114A">
      <w:pPr>
        <w:ind w:firstLine="709"/>
        <w:jc w:val="both"/>
        <w:rPr>
          <w:sz w:val="28"/>
          <w:szCs w:val="28"/>
        </w:rPr>
      </w:pPr>
      <w:r>
        <w:rPr>
          <w:sz w:val="28"/>
          <w:szCs w:val="28"/>
        </w:rPr>
        <w:t>- документ о высшем юридическом образовании, выданный имеющей государственную аккредитацию образовательной организации высшего образования;</w:t>
      </w:r>
    </w:p>
    <w:p w:rsidR="00EF4EEC" w:rsidRDefault="00EF4EEC" w:rsidP="0021114A">
      <w:pPr>
        <w:ind w:firstLine="709"/>
        <w:jc w:val="both"/>
        <w:rPr>
          <w:sz w:val="28"/>
          <w:szCs w:val="28"/>
        </w:rPr>
      </w:pPr>
      <w:r>
        <w:rPr>
          <w:sz w:val="28"/>
          <w:szCs w:val="28"/>
        </w:rPr>
        <w:t>- копию трудовой книжки или иные документы, подтверждающие стаж работы по юридической специальности не менее пяти лет;</w:t>
      </w:r>
    </w:p>
    <w:p w:rsidR="00EF4EEC" w:rsidRDefault="00EF4EEC" w:rsidP="0021114A">
      <w:pPr>
        <w:ind w:firstLine="709"/>
        <w:jc w:val="both"/>
        <w:rPr>
          <w:sz w:val="28"/>
          <w:szCs w:val="28"/>
        </w:rPr>
      </w:pPr>
      <w:r>
        <w:rPr>
          <w:sz w:val="28"/>
          <w:szCs w:val="28"/>
        </w:rPr>
        <w:t>- справки из наркологического и психоневрологического диспансеров о том, что лицо, желающее участвовать в конкурсе, не состоит на учете в данных диспансерах в связи с лечением от алкоголизма, наркомании, токсикомании, хронических и затяжных психических расстройств;</w:t>
      </w:r>
    </w:p>
    <w:p w:rsidR="00EF4EEC" w:rsidRDefault="00EF4EEC" w:rsidP="0021114A">
      <w:pPr>
        <w:ind w:firstLine="709"/>
        <w:jc w:val="both"/>
        <w:rPr>
          <w:sz w:val="28"/>
          <w:szCs w:val="28"/>
        </w:rPr>
      </w:pPr>
      <w:r>
        <w:rPr>
          <w:sz w:val="28"/>
          <w:szCs w:val="28"/>
        </w:rPr>
        <w:t>- справку из органов внутренних дел об отсутствии судимости; заявление об отсутствии гражданства (подданства) иностранного государства или иностранных государств;</w:t>
      </w:r>
    </w:p>
    <w:p w:rsidR="00EF4EEC" w:rsidRDefault="00EF4EEC" w:rsidP="0021114A">
      <w:pPr>
        <w:ind w:firstLine="709"/>
        <w:jc w:val="both"/>
        <w:rPr>
          <w:sz w:val="28"/>
          <w:szCs w:val="28"/>
        </w:rPr>
      </w:pPr>
      <w:r>
        <w:rPr>
          <w:sz w:val="28"/>
          <w:szCs w:val="28"/>
        </w:rPr>
        <w:t>- рекомендацию нотариальной палаты.</w:t>
      </w:r>
    </w:p>
    <w:p w:rsidR="00EF4EEC" w:rsidRDefault="00EF4EEC" w:rsidP="0021114A">
      <w:pPr>
        <w:ind w:firstLine="709"/>
        <w:jc w:val="both"/>
        <w:rPr>
          <w:sz w:val="28"/>
          <w:szCs w:val="28"/>
        </w:rPr>
      </w:pPr>
      <w:r>
        <w:rPr>
          <w:sz w:val="28"/>
          <w:szCs w:val="28"/>
        </w:rPr>
        <w:t>При личной подаче заявления и документов, лицо, желающее участвовать в конкурсе, предъявляет документ, удостоверяющий личность.</w:t>
      </w:r>
    </w:p>
    <w:p w:rsidR="00EF4EEC" w:rsidRDefault="00EF4EEC" w:rsidP="0021114A">
      <w:pPr>
        <w:ind w:firstLine="709"/>
        <w:jc w:val="both"/>
        <w:rPr>
          <w:sz w:val="28"/>
          <w:szCs w:val="28"/>
        </w:rPr>
      </w:pPr>
      <w:r>
        <w:rPr>
          <w:sz w:val="28"/>
          <w:szCs w:val="28"/>
        </w:rPr>
        <w:t>При подаче представителем заявления и документов, он предъявляет документ, удостоверяющий личность, и доверенность.</w:t>
      </w:r>
    </w:p>
    <w:p w:rsidR="00EF4EEC" w:rsidRDefault="00EF4EEC" w:rsidP="0021114A">
      <w:pPr>
        <w:ind w:firstLine="709"/>
        <w:jc w:val="both"/>
        <w:rPr>
          <w:sz w:val="28"/>
          <w:szCs w:val="28"/>
        </w:rPr>
      </w:pPr>
      <w:r>
        <w:rPr>
          <w:sz w:val="28"/>
          <w:szCs w:val="28"/>
        </w:rPr>
        <w:t>Заявление и документы могут быть поданы по электронной почте. В таком случае электронный образ заявления должен быть подписан усиленной квалифицированной электронной подписью лица, желающего участвовать в конкурсе, либо заявление представляется в виде электронного документа, равнозначность которого документу на бумажном носителе удостоверена нотариально. Указанные документы представляются в виде электронных документов, равнозначность которых документам на бумажном носителе удостоверена нотариально. При подаче заявления и документов по электронной почте документ, удостоверяющий личность, не представляется.</w:t>
      </w:r>
    </w:p>
    <w:p w:rsidR="00EF4EEC" w:rsidRDefault="00EF4EEC" w:rsidP="0021114A">
      <w:pPr>
        <w:ind w:firstLine="709"/>
        <w:jc w:val="both"/>
        <w:rPr>
          <w:sz w:val="28"/>
          <w:szCs w:val="28"/>
        </w:rPr>
      </w:pPr>
      <w:r>
        <w:rPr>
          <w:sz w:val="28"/>
          <w:szCs w:val="28"/>
        </w:rPr>
        <w:t>При подаче заявления и документов по почте представляются нотариально засвидетельствованные копии документов, которые формируются в личное дело. При этом заявление и документы направляются с описью вложения и уведомлением о вручении. Документ, удостоверяющий личность, при подаче заявления и документов по почте не представляется.</w:t>
      </w:r>
    </w:p>
    <w:p w:rsidR="00EF4EEC" w:rsidRDefault="00EF4EEC" w:rsidP="0021114A">
      <w:pPr>
        <w:ind w:firstLine="709"/>
        <w:jc w:val="both"/>
        <w:rPr>
          <w:sz w:val="28"/>
          <w:szCs w:val="28"/>
        </w:rPr>
      </w:pPr>
      <w:r>
        <w:rPr>
          <w:sz w:val="28"/>
          <w:szCs w:val="28"/>
        </w:rPr>
        <w:t>При личной подаче заявления и документов или их подаче представителем по доверенности выдаётся расписка в получении заявления и документов. При подаче заявления и документов по электронной почте секретарь конкурсной комиссии в течение одного рабочего дня со дня их получения направляет подтверждение о получении заявления и документов в электронной форме по адресу электронной почты, с которого они поступили.</w:t>
      </w:r>
    </w:p>
    <w:p w:rsidR="00EF4EEC" w:rsidRPr="00AF14D9" w:rsidRDefault="00EF4EEC" w:rsidP="0021114A">
      <w:pPr>
        <w:ind w:firstLine="709"/>
        <w:jc w:val="both"/>
        <w:rPr>
          <w:i/>
          <w:iCs/>
          <w:sz w:val="28"/>
          <w:szCs w:val="28"/>
        </w:rPr>
      </w:pPr>
      <w:r w:rsidRPr="00AF14D9">
        <w:rPr>
          <w:i/>
          <w:iCs/>
          <w:sz w:val="28"/>
          <w:szCs w:val="28"/>
        </w:rPr>
        <w:t>Дополнительную информацию о проведении конкурса можно получить</w:t>
      </w:r>
      <w:r>
        <w:rPr>
          <w:i/>
          <w:iCs/>
          <w:sz w:val="28"/>
          <w:szCs w:val="28"/>
        </w:rPr>
        <w:t xml:space="preserve"> у секретаря конкурсной комиссии Шелудько А.М.</w:t>
      </w:r>
      <w:r w:rsidRPr="00AF14D9">
        <w:rPr>
          <w:i/>
          <w:iCs/>
          <w:sz w:val="28"/>
          <w:szCs w:val="28"/>
        </w:rPr>
        <w:t xml:space="preserve"> в </w:t>
      </w:r>
      <w:r>
        <w:rPr>
          <w:i/>
          <w:iCs/>
          <w:sz w:val="28"/>
          <w:szCs w:val="28"/>
        </w:rPr>
        <w:t xml:space="preserve">помещении </w:t>
      </w:r>
      <w:r w:rsidRPr="00AF14D9">
        <w:rPr>
          <w:i/>
          <w:iCs/>
          <w:sz w:val="28"/>
          <w:szCs w:val="28"/>
        </w:rPr>
        <w:t>Управлени</w:t>
      </w:r>
      <w:r>
        <w:rPr>
          <w:i/>
          <w:iCs/>
          <w:sz w:val="28"/>
          <w:szCs w:val="28"/>
        </w:rPr>
        <w:t>я</w:t>
      </w:r>
      <w:r w:rsidRPr="00AF14D9">
        <w:rPr>
          <w:i/>
          <w:iCs/>
          <w:sz w:val="28"/>
          <w:szCs w:val="28"/>
        </w:rPr>
        <w:t xml:space="preserve"> Министерства юстиции Российской Федерации по Кемеровской области – Кузбассу по адресу: Кемеровская </w:t>
      </w:r>
      <w:r>
        <w:rPr>
          <w:i/>
          <w:iCs/>
          <w:sz w:val="28"/>
          <w:szCs w:val="28"/>
        </w:rPr>
        <w:t xml:space="preserve">область – Кузбасс, г. Кемерово,  </w:t>
      </w:r>
      <w:r w:rsidRPr="00AF14D9">
        <w:rPr>
          <w:i/>
          <w:iCs/>
          <w:sz w:val="28"/>
          <w:szCs w:val="28"/>
        </w:rPr>
        <w:t xml:space="preserve">ул. </w:t>
      </w:r>
      <w:r>
        <w:rPr>
          <w:i/>
          <w:iCs/>
          <w:sz w:val="28"/>
          <w:szCs w:val="28"/>
        </w:rPr>
        <w:t>Н. Островского, д. 12, каб. 104 или по телефону: 8 (3842) 36-03-45</w:t>
      </w:r>
    </w:p>
    <w:p w:rsidR="00EF4EEC" w:rsidRDefault="00EF4EEC" w:rsidP="0021114A"/>
    <w:p w:rsidR="00EF4EEC" w:rsidRDefault="00EF4EEC">
      <w:bookmarkStart w:id="0" w:name="_GoBack"/>
      <w:bookmarkEnd w:id="0"/>
    </w:p>
    <w:sectPr w:rsidR="00EF4EEC" w:rsidSect="006B25EE">
      <w:pgSz w:w="11906" w:h="16838"/>
      <w:pgMar w:top="1418" w:right="1418" w:bottom="1701"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2"/>
  <w:embedSystemFonts/>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673D2"/>
    <w:rsid w:val="00053150"/>
    <w:rsid w:val="0021114A"/>
    <w:rsid w:val="00225C6E"/>
    <w:rsid w:val="002C5530"/>
    <w:rsid w:val="004866BE"/>
    <w:rsid w:val="005D136D"/>
    <w:rsid w:val="00650F45"/>
    <w:rsid w:val="00697094"/>
    <w:rsid w:val="006B25EE"/>
    <w:rsid w:val="00730C68"/>
    <w:rsid w:val="00830CFF"/>
    <w:rsid w:val="00870FC0"/>
    <w:rsid w:val="00960627"/>
    <w:rsid w:val="009B46C5"/>
    <w:rsid w:val="00A21A41"/>
    <w:rsid w:val="00A673D2"/>
    <w:rsid w:val="00AF14D9"/>
    <w:rsid w:val="00B71C8F"/>
    <w:rsid w:val="00C017A5"/>
    <w:rsid w:val="00EB1A0C"/>
    <w:rsid w:val="00EF4EEC"/>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114A"/>
    <w:rPr>
      <w:rFonts w:ascii="Times New Roman" w:eastAsia="Times New Roman" w:hAnsi="Times New Roman"/>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21114A"/>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ru42@minjust.gov.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TotalTime>
  <Pages>3</Pages>
  <Words>1072</Words>
  <Characters>6111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ОБЪЯВЛЕНИЕ</dc:title>
  <dc:subject/>
  <dc:creator>Шелудько</dc:creator>
  <cp:keywords/>
  <dc:description/>
  <cp:lastModifiedBy>АНЗ</cp:lastModifiedBy>
  <cp:revision>2</cp:revision>
  <dcterms:created xsi:type="dcterms:W3CDTF">2021-03-04T12:19:00Z</dcterms:created>
  <dcterms:modified xsi:type="dcterms:W3CDTF">2021-03-04T12:19:00Z</dcterms:modified>
</cp:coreProperties>
</file>